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6B3E8B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FD4C31">
        <w:rPr>
          <w:rFonts w:cs="Arial"/>
          <w:color w:val="000000"/>
          <w:sz w:val="22"/>
        </w:rPr>
        <w:t>04</w:t>
      </w:r>
      <w:r w:rsidR="00E0231B">
        <w:rPr>
          <w:rFonts w:cs="Arial"/>
          <w:color w:val="000000"/>
          <w:sz w:val="22"/>
        </w:rPr>
        <w:t>.0</w:t>
      </w:r>
      <w:r w:rsidR="00FD4C31">
        <w:rPr>
          <w:rFonts w:cs="Arial"/>
          <w:color w:val="000000"/>
          <w:sz w:val="22"/>
        </w:rPr>
        <w:t>9</w:t>
      </w:r>
      <w:r w:rsidRPr="00316376">
        <w:rPr>
          <w:rFonts w:cs="Arial"/>
          <w:color w:val="000000"/>
          <w:sz w:val="22"/>
        </w:rPr>
        <w:t>.2025 nr JV-MAA-1/</w:t>
      </w:r>
      <w:r w:rsidR="00E034F5">
        <w:rPr>
          <w:rFonts w:cs="Arial"/>
          <w:color w:val="000000"/>
          <w:sz w:val="22"/>
        </w:rPr>
        <w:t>4080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69F2191" w14:textId="77777777" w:rsidR="00C02D56" w:rsidRDefault="00C02D56" w:rsidP="000505BA">
      <w:pPr>
        <w:rPr>
          <w:rFonts w:cs="Arial"/>
          <w:color w:val="000000"/>
          <w:sz w:val="22"/>
        </w:rPr>
      </w:pP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04FF11C0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p w14:paraId="34A29487" w14:textId="77777777" w:rsidR="00C02D56" w:rsidRDefault="00C02D56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0505BA" w:rsidRPr="000B2E35" w14:paraId="5CF7D843" w14:textId="77777777" w:rsidTr="0038757D">
        <w:trPr>
          <w:trHeight w:val="417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38757D">
        <w:trPr>
          <w:trHeight w:val="4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38757D">
        <w:trPr>
          <w:trHeight w:val="272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38757D">
        <w:trPr>
          <w:trHeight w:val="421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38757D">
        <w:trPr>
          <w:trHeight w:val="6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38757D">
        <w:trPr>
          <w:trHeight w:val="94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38757D">
        <w:trPr>
          <w:trHeight w:val="93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38757D">
        <w:trPr>
          <w:trHeight w:val="93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3875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38757D">
        <w:trPr>
          <w:trHeight w:val="155"/>
        </w:trPr>
        <w:tc>
          <w:tcPr>
            <w:tcW w:w="3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3875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7A1D69" w:rsidRPr="000B2E35" w14:paraId="1C1FBBD3" w14:textId="77777777" w:rsidTr="0038757D">
        <w:trPr>
          <w:trHeight w:val="580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7A1D69" w:rsidRPr="000B2E35" w:rsidRDefault="007A1D69" w:rsidP="007A1D6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CAE545C" w14:textId="77777777" w:rsidR="007A1D69" w:rsidRPr="00743C7D" w:rsidRDefault="007A1D69" w:rsidP="007A1D69">
            <w:pPr>
              <w:rPr>
                <w:rFonts w:ascii="Times New Roman" w:hAnsi="Times New Roman"/>
                <w:i/>
                <w:iCs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>
              <w:rPr>
                <w:rFonts w:ascii="Times New Roman" w:hAnsi="Times New Roman"/>
                <w:lang w:val="et-EE"/>
              </w:rPr>
              <w:t xml:space="preserve">: </w:t>
            </w:r>
            <w:r>
              <w:rPr>
                <w:rFonts w:ascii="Times New Roman" w:hAnsi="Times New Roman"/>
              </w:rPr>
              <w:t>IP7602</w:t>
            </w:r>
          </w:p>
          <w:p w14:paraId="0BE2F00C" w14:textId="36E70D30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3192F">
              <w:rPr>
                <w:rFonts w:ascii="Times New Roman" w:hAnsi="Times New Roman"/>
                <w:lang w:val="et-EE"/>
              </w:rPr>
              <w:t xml:space="preserve">„Märjamaa-Ringuta II etapp </w:t>
            </w:r>
            <w:proofErr w:type="spellStart"/>
            <w:r w:rsidRPr="00A3192F">
              <w:rPr>
                <w:rFonts w:ascii="Times New Roman" w:hAnsi="Times New Roman"/>
                <w:lang w:val="et-EE"/>
              </w:rPr>
              <w:t>keskpingevõrgu</w:t>
            </w:r>
            <w:proofErr w:type="spellEnd"/>
            <w:r w:rsidRPr="00A3192F">
              <w:rPr>
                <w:rFonts w:ascii="Times New Roman" w:hAnsi="Times New Roman"/>
                <w:lang w:val="et-EE"/>
              </w:rPr>
              <w:t xml:space="preserve"> parendamine, Orgita küla, Märjamaa vald, Rapla maakond“.  </w:t>
            </w:r>
          </w:p>
        </w:tc>
      </w:tr>
      <w:tr w:rsidR="007A1D69" w:rsidRPr="000B2E35" w14:paraId="70389172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93E587" w14:textId="77777777" w:rsidR="007A1D69" w:rsidRPr="007A2F74" w:rsidRDefault="007A1D69" w:rsidP="007A1D6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koostaja</w:t>
            </w:r>
            <w:r>
              <w:rPr>
                <w:rFonts w:ascii="Times New Roman" w:hAnsi="Times New Roman"/>
                <w:lang w:val="et-EE"/>
              </w:rPr>
              <w:t>:</w:t>
            </w:r>
            <w:r w:rsidRPr="00F966B4">
              <w:rPr>
                <w:rFonts w:ascii="Times New Roman" w:hAnsi="Times New Roman"/>
                <w:lang w:val="et-EE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Egle </w:t>
            </w:r>
            <w:proofErr w:type="spellStart"/>
            <w:r>
              <w:rPr>
                <w:rFonts w:ascii="Times New Roman" w:hAnsi="Times New Roman"/>
                <w:lang w:val="et-EE"/>
              </w:rPr>
              <w:t>Ninep</w:t>
            </w:r>
            <w:proofErr w:type="spellEnd"/>
            <w:r>
              <w:rPr>
                <w:rFonts w:ascii="Times New Roman" w:hAnsi="Times New Roman"/>
                <w:lang w:val="et-EE"/>
              </w:rPr>
              <w:t>- Kaselt</w:t>
            </w:r>
          </w:p>
          <w:p w14:paraId="03D9515A" w14:textId="77777777" w:rsidR="007A1D69" w:rsidRPr="0048654C" w:rsidRDefault="007A1D69" w:rsidP="007A1D69">
            <w:pPr>
              <w:rPr>
                <w:rFonts w:ascii="Times New Roman" w:hAnsi="Times New Roman"/>
                <w:lang w:val="et-EE"/>
              </w:rPr>
            </w:pPr>
            <w:proofErr w:type="spellStart"/>
            <w:r w:rsidRPr="0048654C">
              <w:rPr>
                <w:rFonts w:ascii="Times New Roman" w:hAnsi="Times New Roman"/>
                <w:lang w:val="et-EE"/>
              </w:rPr>
              <w:t>Enersense</w:t>
            </w:r>
            <w:proofErr w:type="spellEnd"/>
            <w:r w:rsidRPr="0048654C">
              <w:rPr>
                <w:rFonts w:ascii="Times New Roman" w:hAnsi="Times New Roman"/>
                <w:lang w:val="et-EE"/>
              </w:rPr>
              <w:t xml:space="preserve"> A</w:t>
            </w:r>
            <w:r>
              <w:rPr>
                <w:rFonts w:ascii="Times New Roman" w:hAnsi="Times New Roman"/>
                <w:lang w:val="et-EE"/>
              </w:rPr>
              <w:t>S</w:t>
            </w:r>
            <w:r w:rsidRPr="0048654C">
              <w:rPr>
                <w:rFonts w:ascii="Times New Roman" w:hAnsi="Times New Roman"/>
                <w:lang w:val="et-EE"/>
              </w:rPr>
              <w:t xml:space="preserve"> </w:t>
            </w:r>
          </w:p>
          <w:p w14:paraId="293EFB39" w14:textId="43128CFD" w:rsidR="007A1D69" w:rsidRPr="000B2E35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Egle.ninep</w:t>
            </w:r>
            <w:r w:rsidRPr="0048654C">
              <w:rPr>
                <w:rFonts w:ascii="Times New Roman" w:hAnsi="Times New Roman"/>
                <w:lang w:val="et-EE"/>
              </w:rPr>
              <w:t>@enersense.com</w:t>
            </w:r>
          </w:p>
        </w:tc>
      </w:tr>
      <w:tr w:rsidR="007A1D69" w:rsidRPr="000B2E35" w14:paraId="7C575D97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7A1D69" w:rsidRPr="000B2E35" w:rsidRDefault="007A1D69" w:rsidP="007A1D69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9E7767" w14:textId="51E61809" w:rsidR="007A1D69" w:rsidRPr="00B003A7" w:rsidRDefault="007A1D69" w:rsidP="007A1D6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003A7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Pr="00B003A7">
              <w:rPr>
                <w:rFonts w:ascii="Times New Roman" w:hAnsi="Times New Roman"/>
              </w:rPr>
              <w:t xml:space="preserve"> 15</w:t>
            </w:r>
            <w:r w:rsidRPr="00B003A7">
              <w:rPr>
                <w:rFonts w:ascii="Times New Roman" w:hAnsi="Times New Roman"/>
                <w:lang w:val="et-EE"/>
              </w:rPr>
              <w:t>.08.2025  nr 7.1-2/25/5479-5</w:t>
            </w:r>
          </w:p>
        </w:tc>
      </w:tr>
      <w:tr w:rsidR="000505BA" w:rsidRPr="000B2E35" w14:paraId="5C928269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3EAE6C62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54164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561DD126" w14:textId="30057EFF" w:rsidR="00FE7954" w:rsidRDefault="00FB31D7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</w:p>
          <w:p w14:paraId="51DE69ED" w14:textId="77777777" w:rsidR="000505BA" w:rsidRPr="008E5621" w:rsidRDefault="000505BA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8C8BF5" w14:textId="77777777" w:rsidR="005C2D13" w:rsidRDefault="00020A36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50301:001:0789</w:t>
            </w:r>
          </w:p>
          <w:p w14:paraId="57F182D7" w14:textId="77777777" w:rsidR="005C2D13" w:rsidRDefault="00C26AB8" w:rsidP="002F17E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23009650</w:t>
            </w:r>
          </w:p>
          <w:p w14:paraId="33BCBFF1" w14:textId="77777777" w:rsidR="00C26AB8" w:rsidRDefault="007F5D8E" w:rsidP="002F17E4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13" w:tgtFrame="_blank" w:history="1">
              <w:r w:rsidRPr="001F0D58">
                <w:rPr>
                  <w:rStyle w:val="Hyperlink"/>
                  <w:rFonts w:ascii="Times New Roman" w:hAnsi="Times New Roman"/>
                </w:rPr>
                <w:t>KV111436</w:t>
              </w:r>
            </w:hyperlink>
          </w:p>
          <w:p w14:paraId="6B1C5EE2" w14:textId="77777777" w:rsidR="00FB0C46" w:rsidRPr="00F966B4" w:rsidRDefault="00FB0C46" w:rsidP="00FB0C46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A70F83E" w14:textId="77777777" w:rsidR="00FB0C46" w:rsidRPr="00F966B4" w:rsidRDefault="00FB0C46" w:rsidP="00FB0C46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1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F02AFB" w14:textId="77777777" w:rsidR="00FB0C46" w:rsidRPr="00EA665A" w:rsidRDefault="00FB0C46" w:rsidP="00FB0C46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914862</w:t>
            </w:r>
          </w:p>
          <w:p w14:paraId="0AADAB77" w14:textId="77777777" w:rsidR="00FB0C46" w:rsidRDefault="00FB0C46" w:rsidP="00FB0C46">
            <w:pPr>
              <w:rPr>
                <w:rFonts w:ascii="Times New Roman" w:hAnsi="Times New Roman"/>
              </w:rPr>
            </w:pPr>
            <w:hyperlink r:id="rId14" w:history="1">
              <w:r w:rsidRPr="002D0015">
                <w:rPr>
                  <w:rStyle w:val="Hyperlink"/>
                  <w:rFonts w:ascii="Times New Roman" w:hAnsi="Times New Roman"/>
                </w:rPr>
                <w:t>https://pari.kataster.ee/magic-link/03a69c75-1737-42ba-a714-d5b4444f6fcd</w:t>
              </w:r>
            </w:hyperlink>
          </w:p>
          <w:p w14:paraId="1EDDACD9" w14:textId="0FE8F89F" w:rsidR="00FB0C46" w:rsidRPr="005C2D13" w:rsidRDefault="00FB0C46" w:rsidP="002F17E4">
            <w:pPr>
              <w:rPr>
                <w:rFonts w:ascii="Times New Roman" w:hAnsi="Times New Roman"/>
                <w:lang w:val="et-EE"/>
              </w:rPr>
            </w:pPr>
          </w:p>
        </w:tc>
      </w:tr>
      <w:tr w:rsidR="007B26A1" w:rsidRPr="008E5621" w14:paraId="6FB073D6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1199D231" w14:textId="4DFD1CC4" w:rsidR="007B26A1" w:rsidRDefault="00EC1795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52156A0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B051422" w14:textId="13A6CE4F" w:rsidR="007B26A1" w:rsidRPr="008342C4" w:rsidRDefault="00E04976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CE25EA8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5601B6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8C832C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A9129F1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02DF3D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3AF515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D9233C" w14:textId="77777777" w:rsidR="007B26A1" w:rsidRDefault="007B26A1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C299154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58663D3" w14:textId="6DC8AB33" w:rsidR="007B26A1" w:rsidRPr="00FB31D7" w:rsidRDefault="00FB31D7" w:rsidP="00FB31D7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</w:p>
        </w:tc>
      </w:tr>
      <w:tr w:rsidR="007B26A1" w:rsidRPr="000B2E35" w14:paraId="0AB8C64F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58BEF1" w14:textId="77777777" w:rsidR="007B26A1" w:rsidRPr="000B2E35" w:rsidRDefault="007B26A1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2A38DB0" w14:textId="2C3ACA21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09152A">
              <w:rPr>
                <w:rFonts w:ascii="Times New Roman" w:hAnsi="Times New Roman"/>
                <w:lang w:val="et-EE"/>
              </w:rPr>
              <w:t>402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09152A">
              <w:rPr>
                <w:rFonts w:ascii="Times New Roman" w:hAnsi="Times New Roman"/>
                <w:lang w:val="et-EE"/>
              </w:rPr>
              <w:t>001</w:t>
            </w:r>
          </w:p>
          <w:p w14:paraId="377F92D9" w14:textId="7C6816B9" w:rsidR="00541641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09152A">
              <w:rPr>
                <w:rFonts w:ascii="Times New Roman" w:hAnsi="Times New Roman"/>
                <w:lang w:val="et-EE"/>
              </w:rPr>
              <w:t>1131</w:t>
            </w:r>
            <w:r w:rsidR="00FA4C83">
              <w:rPr>
                <w:rFonts w:ascii="Times New Roman" w:hAnsi="Times New Roman"/>
                <w:lang w:val="et-EE"/>
              </w:rPr>
              <w:t>84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5B446359" w14:textId="77777777" w:rsidR="00710AE7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>:</w:t>
            </w:r>
            <w:r w:rsidR="00FA4C83">
              <w:rPr>
                <w:rFonts w:ascii="Times New Roman" w:hAnsi="Times New Roman"/>
                <w:color w:val="000000" w:themeColor="text1"/>
                <w:lang w:val="et-EE"/>
              </w:rPr>
              <w:t xml:space="preserve"> </w:t>
            </w:r>
            <w:hyperlink r:id="rId15" w:tgtFrame="_blank" w:history="1">
              <w:r w:rsidR="00710AE7" w:rsidRPr="00C835C3">
                <w:rPr>
                  <w:rStyle w:val="Hyperlink"/>
                  <w:rFonts w:ascii="Times New Roman" w:hAnsi="Times New Roman"/>
                </w:rPr>
                <w:t>KV76450</w:t>
              </w:r>
            </w:hyperlink>
          </w:p>
          <w:p w14:paraId="63D49F52" w14:textId="4CFE8515" w:rsidR="00541641" w:rsidRPr="00F966B4" w:rsidRDefault="00541641" w:rsidP="00541641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EF10845" w14:textId="6AA4E424" w:rsidR="00541641" w:rsidRPr="00F966B4" w:rsidRDefault="00541641" w:rsidP="00541641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AF5AFC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FD72618" w14:textId="0D68ED41" w:rsidR="00541641" w:rsidRPr="00EA665A" w:rsidRDefault="00541641" w:rsidP="00541641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91486</w:t>
            </w:r>
            <w:r w:rsidR="00F807EA">
              <w:rPr>
                <w:rFonts w:ascii="Times New Roman" w:hAnsi="Times New Roman"/>
              </w:rPr>
              <w:t>7</w:t>
            </w:r>
            <w:r w:rsidR="001719C9">
              <w:rPr>
                <w:rFonts w:ascii="Times New Roman" w:hAnsi="Times New Roman"/>
              </w:rPr>
              <w:t xml:space="preserve"> </w:t>
            </w:r>
            <w:hyperlink r:id="rId16" w:history="1">
              <w:r w:rsidR="00E61ADD" w:rsidRPr="00B13601">
                <w:rPr>
                  <w:rStyle w:val="Hyperlink"/>
                  <w:rFonts w:ascii="Times New Roman" w:hAnsi="Times New Roman"/>
                </w:rPr>
                <w:t>https://pari.kataster.ee/magic-link/2d946326-a371-4791-a632-b42879a10c92</w:t>
              </w:r>
            </w:hyperlink>
          </w:p>
          <w:p w14:paraId="13A06113" w14:textId="77777777" w:rsidR="007B26A1" w:rsidRPr="000B2E35" w:rsidRDefault="007B26A1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DA0586" w:rsidRPr="000B2E35" w14:paraId="7547129A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D3CF1A3" w14:textId="5CAA19FA" w:rsidR="00DA058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60EA73E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B32FC19" w14:textId="72CE3054" w:rsidR="00DA058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5DFE073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68F69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6C9F978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D7443F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61211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9405E6D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5737655" w14:textId="77777777" w:rsidR="00DA0586" w:rsidRDefault="00DA058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98F62BD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BE7C396" w14:textId="57EBA5AC" w:rsidR="00DA0586" w:rsidRPr="008E5621" w:rsidRDefault="00693871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DA0586" w:rsidRPr="000B2E35" w14:paraId="2D1B1959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42A1983A" w14:textId="77777777" w:rsidR="00DA0586" w:rsidRPr="000B2E35" w:rsidRDefault="00DA058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5023E22" w14:textId="3AF9029E" w:rsidR="00C24E52" w:rsidRDefault="00C24E52" w:rsidP="00C24E5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2D45D1">
              <w:rPr>
                <w:rFonts w:ascii="Times New Roman" w:hAnsi="Times New Roman"/>
                <w:lang w:val="et-EE"/>
              </w:rPr>
              <w:t>588</w:t>
            </w:r>
          </w:p>
          <w:p w14:paraId="12166B3B" w14:textId="00423207" w:rsidR="00C24E52" w:rsidRDefault="00C24E52" w:rsidP="00C24E5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2D45D1">
              <w:rPr>
                <w:rFonts w:ascii="Times New Roman" w:hAnsi="Times New Roman"/>
                <w:lang w:val="et-EE"/>
              </w:rPr>
              <w:t>2588</w:t>
            </w:r>
            <w:r w:rsidR="00452971">
              <w:rPr>
                <w:rFonts w:ascii="Times New Roman" w:hAnsi="Times New Roman"/>
                <w:lang w:val="et-EE"/>
              </w:rPr>
              <w:t>0950</w:t>
            </w:r>
          </w:p>
          <w:p w14:paraId="3C2E8943" w14:textId="1EBC0FE7" w:rsidR="00C24E52" w:rsidRPr="00F966B4" w:rsidRDefault="00C24E52" w:rsidP="00C24E52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17" w:tgtFrame="_blank" w:history="1">
              <w:r w:rsidR="00E35D89" w:rsidRPr="00246588">
                <w:rPr>
                  <w:rStyle w:val="Hyperlink"/>
                  <w:rFonts w:ascii="Times New Roman" w:hAnsi="Times New Roman"/>
                </w:rPr>
                <w:t>KV116931</w:t>
              </w:r>
            </w:hyperlink>
            <w:r w:rsidR="001747DB"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054A97A" w14:textId="3E2AE0DD" w:rsidR="00C24E52" w:rsidRPr="00F966B4" w:rsidRDefault="00C24E52" w:rsidP="00C24E52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AF5AFC">
              <w:rPr>
                <w:rFonts w:ascii="Times New Roman" w:hAnsi="Times New Roman"/>
                <w:lang w:val="et-EE"/>
              </w:rPr>
              <w:t>3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4C59D3B1" w14:textId="5B56D52A" w:rsidR="00DA0586" w:rsidRPr="000B2E35" w:rsidRDefault="00C24E52" w:rsidP="00C24E52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91486</w:t>
            </w:r>
            <w:r w:rsidR="001747DB">
              <w:rPr>
                <w:rFonts w:ascii="Times New Roman" w:hAnsi="Times New Roman"/>
              </w:rPr>
              <w:t xml:space="preserve">9 </w:t>
            </w:r>
            <w:hyperlink r:id="rId18" w:history="1">
              <w:r w:rsidR="00DC15B9" w:rsidRPr="00B13601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https://pari.kataster.ee/magic-link/939f9bdc-b38e-4871-8059-a5c7ca53dc21</w:t>
              </w:r>
            </w:hyperlink>
          </w:p>
        </w:tc>
      </w:tr>
      <w:tr w:rsidR="00DA0586" w:rsidRPr="008E5621" w14:paraId="30BCAC09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3A84254" w14:textId="6A203437" w:rsidR="00DA058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4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69053F92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0964A094" w14:textId="7981F23C" w:rsidR="00DA058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4</w:t>
            </w:r>
            <w:r w:rsidR="00DA058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DA058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74710DC0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0298399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AA605F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A3FE38A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0092CD5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B09990E" w14:textId="77777777" w:rsidR="00DA0586" w:rsidRDefault="00DA058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A419856" w14:textId="77777777" w:rsidR="00DA0586" w:rsidRDefault="00DA058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17DF23D" w14:textId="77777777" w:rsidR="00DA0586" w:rsidRPr="008342C4" w:rsidRDefault="00DA058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4E1C384" w14:textId="47859943" w:rsidR="00DA0586" w:rsidRDefault="00693871" w:rsidP="000A79D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4 Tallinn-Pärnu-Ikla tee </w:t>
            </w:r>
          </w:p>
          <w:p w14:paraId="441690C5" w14:textId="77777777" w:rsidR="00DA0586" w:rsidRPr="008E5621" w:rsidRDefault="00DA0586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DA0586" w:rsidRPr="000B2E35" w14:paraId="0BAC7F14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120A046" w14:textId="77777777" w:rsidR="00DA0586" w:rsidRPr="000B2E35" w:rsidRDefault="00DA058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0FD3BC6" w14:textId="305AAB98" w:rsidR="00AF5AFC" w:rsidRDefault="00AF5AFC" w:rsidP="00AF5A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F949DC">
              <w:rPr>
                <w:rFonts w:ascii="Times New Roman" w:hAnsi="Times New Roman"/>
                <w:lang w:val="et-EE"/>
              </w:rPr>
              <w:t>664</w:t>
            </w:r>
          </w:p>
          <w:p w14:paraId="6DEB01E1" w14:textId="392E40F9" w:rsidR="00AF5AFC" w:rsidRDefault="00AF5AFC" w:rsidP="00AF5A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25880</w:t>
            </w:r>
            <w:r w:rsidR="00F949DC">
              <w:rPr>
                <w:rFonts w:ascii="Times New Roman" w:hAnsi="Times New Roman"/>
                <w:lang w:val="et-EE"/>
              </w:rPr>
              <w:t>7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2EA4DD6B" w14:textId="466C7D2B" w:rsidR="00F949DC" w:rsidRDefault="00AF5AFC" w:rsidP="00AF5AFC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19" w:tgtFrame="_blank" w:history="1">
              <w:r w:rsidR="00FA0448" w:rsidRPr="00CB435F">
                <w:rPr>
                  <w:rStyle w:val="Hyperlink"/>
                  <w:rFonts w:ascii="Times New Roman" w:hAnsi="Times New Roman"/>
                </w:rPr>
                <w:t>KV116929</w:t>
              </w:r>
            </w:hyperlink>
          </w:p>
          <w:p w14:paraId="6BB4049B" w14:textId="3796C8DF" w:rsidR="00AF5AFC" w:rsidRPr="00F966B4" w:rsidRDefault="00AF5AFC" w:rsidP="00AF5AFC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74218F7D" w14:textId="09FF6E1C" w:rsidR="00AF5AFC" w:rsidRPr="00F966B4" w:rsidRDefault="00AF5AFC" w:rsidP="00AF5AFC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4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133CF83" w14:textId="4545DF69" w:rsidR="00DA0586" w:rsidRPr="00414466" w:rsidRDefault="00AF5AFC" w:rsidP="00414466">
            <w:pPr>
              <w:rPr>
                <w:rFonts w:ascii="Times New Roman" w:hAnsi="Times New Roman"/>
                <w:lang w:val="et-EE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</w:t>
            </w:r>
            <w:r w:rsidR="00C01046">
              <w:rPr>
                <w:rFonts w:ascii="Times New Roman" w:hAnsi="Times New Roman"/>
              </w:rPr>
              <w:t xml:space="preserve">72 </w:t>
            </w:r>
            <w:hyperlink r:id="rId20" w:history="1">
              <w:r w:rsidR="00414466" w:rsidRPr="00B13601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https://pari.kataster.ee/magic-link/566b0994-783c-45bf-a25f-f96080d99737</w:t>
              </w:r>
            </w:hyperlink>
          </w:p>
        </w:tc>
      </w:tr>
    </w:tbl>
    <w:p w14:paraId="7393D55D" w14:textId="77777777" w:rsidR="00DA0586" w:rsidRPr="007127AD" w:rsidRDefault="00DA0586" w:rsidP="00DA058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E04976" w:rsidRPr="000B2E35" w14:paraId="0E5130AE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3E57780" w14:textId="1782E720" w:rsidR="00E04976" w:rsidRDefault="0053349E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5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15261BDB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207566E" w14:textId="7C05B6B6" w:rsidR="00E04976" w:rsidRPr="008342C4" w:rsidRDefault="0053349E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5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E8BAACE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246997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2F3AE01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96748C9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A601A7D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E51496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6539CE6" w14:textId="77777777" w:rsidR="00E04976" w:rsidRDefault="00E0497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0B71EAA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780FB9A0" w14:textId="75BA2C1D" w:rsidR="00E04976" w:rsidRPr="008E5621" w:rsidRDefault="00693871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E04976" w:rsidRPr="000B2E35" w14:paraId="269CD5C8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BC538EF" w14:textId="77777777" w:rsidR="00E04976" w:rsidRPr="000B2E35" w:rsidRDefault="00E0497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4E6727BD" w14:textId="1ACBCAEB" w:rsidR="00687027" w:rsidRDefault="00687027" w:rsidP="0068702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50201:001:06</w:t>
            </w:r>
            <w:r w:rsidR="00A20B1D">
              <w:rPr>
                <w:rFonts w:ascii="Times New Roman" w:hAnsi="Times New Roman"/>
                <w:lang w:val="et-EE"/>
              </w:rPr>
              <w:t>51</w:t>
            </w:r>
          </w:p>
          <w:p w14:paraId="666C6F53" w14:textId="55ACC589" w:rsidR="00687027" w:rsidRDefault="00687027" w:rsidP="0068702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2588</w:t>
            </w:r>
            <w:r w:rsidR="00A20B1D">
              <w:rPr>
                <w:rFonts w:ascii="Times New Roman" w:hAnsi="Times New Roman"/>
                <w:lang w:val="et-EE"/>
              </w:rPr>
              <w:t>10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68F7B20B" w14:textId="6F7F826C" w:rsidR="00687027" w:rsidRDefault="00687027" w:rsidP="00687027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21" w:tgtFrame="_blank" w:history="1">
              <w:r w:rsidR="00805580" w:rsidRPr="00D52ABE">
                <w:rPr>
                  <w:rStyle w:val="Hyperlink"/>
                  <w:rFonts w:ascii="Times New Roman" w:hAnsi="Times New Roman"/>
                </w:rPr>
                <w:t>KV116932</w:t>
              </w:r>
            </w:hyperlink>
          </w:p>
          <w:p w14:paraId="0176499C" w14:textId="77777777" w:rsidR="00687027" w:rsidRPr="00F966B4" w:rsidRDefault="00687027" w:rsidP="00687027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1F29195" w14:textId="4221B2AA" w:rsidR="00687027" w:rsidRPr="00F966B4" w:rsidRDefault="00687027" w:rsidP="00687027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805580">
              <w:rPr>
                <w:rFonts w:ascii="Times New Roman" w:hAnsi="Times New Roman"/>
                <w:lang w:val="et-EE"/>
              </w:rPr>
              <w:t>5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3F0F2820" w14:textId="5485B2CD" w:rsidR="00E04976" w:rsidRDefault="00687027" w:rsidP="00687027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lastRenderedPageBreak/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91487</w:t>
            </w:r>
            <w:r w:rsidR="00805580">
              <w:rPr>
                <w:rFonts w:ascii="Times New Roman" w:hAnsi="Times New Roman"/>
              </w:rPr>
              <w:t>3</w:t>
            </w:r>
            <w:r w:rsidR="001A53CB">
              <w:rPr>
                <w:rFonts w:ascii="Times New Roman" w:hAnsi="Times New Roman"/>
              </w:rPr>
              <w:t xml:space="preserve"> </w:t>
            </w:r>
            <w:hyperlink r:id="rId22" w:history="1">
              <w:r w:rsidR="00455E74" w:rsidRPr="00B13601">
                <w:rPr>
                  <w:rStyle w:val="Hyperlink"/>
                  <w:rFonts w:ascii="Times New Roman" w:hAnsi="Times New Roman"/>
                </w:rPr>
                <w:t>https://pari.kataster.ee/magic-link/a65878d8-3dd3-4230-b27f-64480d0ab003</w:t>
              </w:r>
            </w:hyperlink>
          </w:p>
          <w:p w14:paraId="38260BBB" w14:textId="62355F00" w:rsidR="00455E74" w:rsidRPr="000B2E35" w:rsidRDefault="00455E74" w:rsidP="00687027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E04976" w:rsidRPr="008E5621" w14:paraId="70E6A902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69C2331E" w14:textId="2E70AEFC" w:rsidR="00E04976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6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A300174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B4AD22" w14:textId="79876574" w:rsidR="00E04976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6</w:t>
            </w:r>
            <w:r w:rsidR="00E04976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E04976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7462E410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D43D9D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94C76FE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57DC8A3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586F14E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4E3F9E1" w14:textId="77777777" w:rsidR="00E04976" w:rsidRDefault="00E04976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8F5FD96" w14:textId="77777777" w:rsidR="00E04976" w:rsidRDefault="00E04976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00E3CF4" w14:textId="77777777" w:rsidR="00E04976" w:rsidRPr="008342C4" w:rsidRDefault="00E04976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1855643D" w14:textId="211B4219" w:rsidR="00E04976" w:rsidRDefault="00762288" w:rsidP="000A79D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  <w:p w14:paraId="1EF32532" w14:textId="77777777" w:rsidR="00E04976" w:rsidRPr="008E5621" w:rsidRDefault="00E04976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E04976" w:rsidRPr="000B2E35" w14:paraId="403CFED8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BEE9442" w14:textId="77777777" w:rsidR="00E04976" w:rsidRPr="000B2E35" w:rsidRDefault="00E04976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B5ECEEF" w14:textId="7513C35C" w:rsidR="00F36373" w:rsidRDefault="00F36373" w:rsidP="00F36373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006AB0">
              <w:rPr>
                <w:rFonts w:ascii="Times New Roman" w:hAnsi="Times New Roman"/>
                <w:lang w:val="et-EE"/>
              </w:rPr>
              <w:t>7</w:t>
            </w:r>
            <w:r>
              <w:rPr>
                <w:rFonts w:ascii="Times New Roman" w:hAnsi="Times New Roman"/>
                <w:lang w:val="et-EE"/>
              </w:rPr>
              <w:t>51</w:t>
            </w:r>
          </w:p>
          <w:p w14:paraId="1F357A00" w14:textId="13C587FA" w:rsidR="00F36373" w:rsidRDefault="00F36373" w:rsidP="00F36373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25</w:t>
            </w:r>
            <w:r w:rsidR="00006AB0">
              <w:rPr>
                <w:rFonts w:ascii="Times New Roman" w:hAnsi="Times New Roman"/>
                <w:lang w:val="et-EE"/>
              </w:rPr>
              <w:t>740150</w:t>
            </w:r>
          </w:p>
          <w:p w14:paraId="61960553" w14:textId="0EA58C4E" w:rsidR="00F36373" w:rsidRDefault="00F36373" w:rsidP="00F36373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23" w:tgtFrame="_blank" w:history="1">
              <w:r w:rsidR="00B428E8" w:rsidRPr="00B428E8">
                <w:rPr>
                  <w:rStyle w:val="Hyperlink"/>
                  <w:rFonts w:ascii="Times New Roman" w:hAnsi="Times New Roman"/>
                </w:rPr>
                <w:t>KV116643</w:t>
              </w:r>
            </w:hyperlink>
          </w:p>
          <w:p w14:paraId="53572B40" w14:textId="77777777" w:rsidR="00F36373" w:rsidRPr="00F966B4" w:rsidRDefault="00F36373" w:rsidP="00F36373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22317E1" w14:textId="1085BF17" w:rsidR="00F36373" w:rsidRPr="00F966B4" w:rsidRDefault="00F36373" w:rsidP="00F36373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6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E6E43AD" w14:textId="3DC291B2" w:rsidR="00E04976" w:rsidRDefault="00F36373" w:rsidP="00C564AB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91487</w:t>
            </w:r>
            <w:r w:rsidR="004C5E94">
              <w:rPr>
                <w:rFonts w:ascii="Times New Roman" w:hAnsi="Times New Roman"/>
              </w:rPr>
              <w:t>4</w:t>
            </w:r>
            <w:r w:rsidR="00C564AB">
              <w:rPr>
                <w:rFonts w:ascii="Times New Roman" w:hAnsi="Times New Roman"/>
              </w:rPr>
              <w:t xml:space="preserve"> </w:t>
            </w:r>
            <w:hyperlink r:id="rId24" w:history="1">
              <w:r w:rsidR="00155451" w:rsidRPr="00B13601">
                <w:rPr>
                  <w:rStyle w:val="Hyperlink"/>
                  <w:rFonts w:ascii="Times New Roman" w:hAnsi="Times New Roman"/>
                </w:rPr>
                <w:t>https://pari.kataster.ee/magic-link/32bac8e4-1dc1-4fae-bf0c-ff754155a78a</w:t>
              </w:r>
            </w:hyperlink>
          </w:p>
          <w:p w14:paraId="0F4409EA" w14:textId="758D2F4A" w:rsidR="00155451" w:rsidRPr="000B2E35" w:rsidRDefault="00155451" w:rsidP="00C564AB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7F097E14" w14:textId="77777777" w:rsidR="00E04976" w:rsidRDefault="00E04976" w:rsidP="00E0497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C370CD" w:rsidRPr="008E5621" w14:paraId="6F0F3963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E6171E4" w14:textId="10C93CCF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7.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B5AEAA1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9E8022B" w14:textId="7BC42595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7.1.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54A82A19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263F24C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53390E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6C0BA0F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AAEA178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8757880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D9C7C5F" w14:textId="77777777" w:rsidR="00C370CD" w:rsidRDefault="00C370CD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5C395B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181120D1" w14:textId="23065327" w:rsidR="00C370CD" w:rsidRDefault="00653BFB" w:rsidP="000A79D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Romantika</w:t>
            </w:r>
          </w:p>
          <w:p w14:paraId="6424B3B6" w14:textId="77777777" w:rsidR="00C370CD" w:rsidRPr="008E5621" w:rsidRDefault="00C370CD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C370CD" w:rsidRPr="000B2E35" w14:paraId="1B2C7845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361976DD" w14:textId="77777777" w:rsidR="00C370CD" w:rsidRPr="000B2E35" w:rsidRDefault="00C370CD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16A4838" w14:textId="54A83C15" w:rsidR="00067C19" w:rsidRDefault="00067C19" w:rsidP="00067C1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50201:001:0685</w:t>
            </w:r>
          </w:p>
          <w:p w14:paraId="55615EB0" w14:textId="5C38A1E1" w:rsidR="00067C19" w:rsidRDefault="00067C19" w:rsidP="00067C1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5C6BEF">
              <w:rPr>
                <w:rFonts w:ascii="Times New Roman" w:hAnsi="Times New Roman"/>
                <w:lang w:val="et-EE"/>
              </w:rPr>
              <w:t>2941337</w:t>
            </w:r>
          </w:p>
          <w:p w14:paraId="137A77AF" w14:textId="783A9611" w:rsidR="00067C19" w:rsidRDefault="00067C19" w:rsidP="00067C19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25" w:tgtFrame="_blank" w:history="1">
              <w:r w:rsidR="00B4712E" w:rsidRPr="00B4712E">
                <w:rPr>
                  <w:rStyle w:val="Hyperlink"/>
                  <w:rFonts w:ascii="Times New Roman" w:hAnsi="Times New Roman"/>
                </w:rPr>
                <w:t>KV116397</w:t>
              </w:r>
            </w:hyperlink>
          </w:p>
          <w:p w14:paraId="5C4E1DB5" w14:textId="77777777" w:rsidR="00067C19" w:rsidRPr="00F966B4" w:rsidRDefault="00067C19" w:rsidP="00067C19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BD69E3E" w14:textId="4CF290E2" w:rsidR="00067C19" w:rsidRPr="00F966B4" w:rsidRDefault="00067C19" w:rsidP="00067C19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653BFB">
              <w:rPr>
                <w:rFonts w:ascii="Times New Roman" w:hAnsi="Times New Roman"/>
                <w:lang w:val="et-EE"/>
              </w:rPr>
              <w:t>7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3AF3A5A1" w14:textId="6A61319B" w:rsidR="00C370CD" w:rsidRDefault="00067C19" w:rsidP="00067C19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</w:t>
            </w:r>
            <w:r w:rsidR="00653BFB">
              <w:rPr>
                <w:rFonts w:ascii="Times New Roman" w:hAnsi="Times New Roman"/>
              </w:rPr>
              <w:t xml:space="preserve">80 </w:t>
            </w:r>
            <w:hyperlink r:id="rId26" w:history="1">
              <w:r w:rsidR="00251CBA" w:rsidRPr="00B13601">
                <w:rPr>
                  <w:rStyle w:val="Hyperlink"/>
                  <w:rFonts w:ascii="Times New Roman" w:hAnsi="Times New Roman"/>
                </w:rPr>
                <w:t>https://pari.kataster.ee/magic-link/0c2a8004-e48c-4541-8a76-c5920a35308b</w:t>
              </w:r>
            </w:hyperlink>
          </w:p>
          <w:p w14:paraId="09F1C558" w14:textId="3110B4A7" w:rsidR="00251CBA" w:rsidRPr="000B2E35" w:rsidRDefault="00251CBA" w:rsidP="00067C1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2A25FCD6" w14:textId="77777777" w:rsidR="00C370CD" w:rsidRDefault="00C370CD" w:rsidP="00E0497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C370CD" w:rsidRPr="008E5621" w14:paraId="7F57A0B7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3BA73BB5" w14:textId="56E55204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8.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19AA61B4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872ECCA" w14:textId="27F2965C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8.1.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2BF2D647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1333EB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1BB74D8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7E5E54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DF5B0E1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58F8506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DEF167D" w14:textId="77777777" w:rsidR="00C370CD" w:rsidRDefault="00C370CD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83E950C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5065780" w14:textId="573AB857" w:rsidR="00C370CD" w:rsidRPr="008E5621" w:rsidRDefault="004373FA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C370CD" w:rsidRPr="000B2E35" w14:paraId="0BC84D14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BD76CD" w14:textId="77777777" w:rsidR="00C370CD" w:rsidRPr="000B2E35" w:rsidRDefault="00C370CD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7770E0B" w14:textId="0FF140D9" w:rsidR="00FB2E10" w:rsidRDefault="00FB2E10" w:rsidP="00FB2E10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50201:001:0</w:t>
            </w:r>
            <w:r w:rsidR="00E12D42">
              <w:rPr>
                <w:rFonts w:ascii="Times New Roman" w:hAnsi="Times New Roman"/>
                <w:lang w:val="et-EE"/>
              </w:rPr>
              <w:t>701</w:t>
            </w:r>
          </w:p>
          <w:p w14:paraId="5D62BC92" w14:textId="2D292611" w:rsidR="00FB2E10" w:rsidRDefault="00FB2E10" w:rsidP="00FB2E10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2</w:t>
            </w:r>
            <w:r w:rsidR="00E12D42">
              <w:rPr>
                <w:rFonts w:ascii="Times New Roman" w:hAnsi="Times New Roman"/>
                <w:lang w:val="et-EE"/>
              </w:rPr>
              <w:t>5353150</w:t>
            </w:r>
          </w:p>
          <w:p w14:paraId="2FE9218E" w14:textId="0350DB2C" w:rsidR="00FB2E10" w:rsidRDefault="00FB2E10" w:rsidP="00FB2E10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27" w:tgtFrame="_blank" w:history="1">
              <w:r w:rsidR="00EE1352" w:rsidRPr="00EE1352">
                <w:rPr>
                  <w:rStyle w:val="Hyperlink"/>
                  <w:rFonts w:ascii="Times New Roman" w:hAnsi="Times New Roman"/>
                </w:rPr>
                <w:t>KV115905</w:t>
              </w:r>
            </w:hyperlink>
          </w:p>
          <w:p w14:paraId="1DB9095F" w14:textId="77777777" w:rsidR="00FB2E10" w:rsidRPr="00F966B4" w:rsidRDefault="00FB2E10" w:rsidP="00FB2E10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EA9519C" w14:textId="6FF7CBA7" w:rsidR="00FB2E10" w:rsidRPr="00F966B4" w:rsidRDefault="00FB2E10" w:rsidP="00FB2E10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8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6253C1B9" w14:textId="6FA696BF" w:rsidR="00C370CD" w:rsidRDefault="00FB2E10" w:rsidP="00FB2E10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91488</w:t>
            </w:r>
            <w:r w:rsidR="000D48A3">
              <w:rPr>
                <w:rFonts w:ascii="Times New Roman" w:hAnsi="Times New Roman"/>
              </w:rPr>
              <w:t xml:space="preserve">1 </w:t>
            </w:r>
            <w:hyperlink r:id="rId28" w:history="1">
              <w:r w:rsidR="0076145D" w:rsidRPr="00B13601">
                <w:rPr>
                  <w:rStyle w:val="Hyperlink"/>
                  <w:rFonts w:ascii="Times New Roman" w:hAnsi="Times New Roman"/>
                </w:rPr>
                <w:t>https://pari.kataster.ee/magic-link/ceacb6cb-6cea-4160-b404-14429e2b4575</w:t>
              </w:r>
            </w:hyperlink>
          </w:p>
          <w:p w14:paraId="02838D17" w14:textId="760BF4DD" w:rsidR="0076145D" w:rsidRPr="000B2E35" w:rsidRDefault="0076145D" w:rsidP="00FB2E1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4E234F54" w14:textId="77777777" w:rsidR="00C370CD" w:rsidRDefault="00C370CD" w:rsidP="00E0497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74C6699A" w14:textId="77777777" w:rsidR="00B74D4B" w:rsidRPr="007127AD" w:rsidRDefault="00B74D4B" w:rsidP="00E04976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C370CD" w:rsidRPr="008E5621" w14:paraId="67A13CE0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207F1CC4" w14:textId="526DCFD4" w:rsidR="00C370CD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9</w:t>
            </w:r>
            <w:r w:rsidR="00C370CD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C370CD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C370CD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C370CD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77F60C5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CB05009" w14:textId="57CCEE9B" w:rsidR="00C370CD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9</w:t>
            </w:r>
            <w:r w:rsidR="00C370CD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C370CD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2FB6DBF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2ADF142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60D45A4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635AE85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4750D98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9973BA4" w14:textId="77777777" w:rsidR="00C370CD" w:rsidRDefault="00C370CD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9D7B7A0" w14:textId="77777777" w:rsidR="00C370CD" w:rsidRDefault="00C370CD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AC660B" w14:textId="77777777" w:rsidR="00C370CD" w:rsidRPr="008342C4" w:rsidRDefault="00C370CD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186B4E22" w14:textId="288BDA33" w:rsidR="00C370CD" w:rsidRPr="008E5621" w:rsidRDefault="00022762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C370CD" w:rsidRPr="000B2E35" w14:paraId="37199DF1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2FA94501" w14:textId="77777777" w:rsidR="00C370CD" w:rsidRPr="000B2E35" w:rsidRDefault="00C370CD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822AB5C" w14:textId="02D7A1D1" w:rsidR="003C35F7" w:rsidRDefault="003C35F7" w:rsidP="003C35F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B017CD">
              <w:rPr>
                <w:rFonts w:ascii="Times New Roman" w:hAnsi="Times New Roman"/>
                <w:lang w:val="et-EE"/>
              </w:rPr>
              <w:t>4</w:t>
            </w:r>
            <w:r>
              <w:rPr>
                <w:rFonts w:ascii="Times New Roman" w:hAnsi="Times New Roman"/>
                <w:lang w:val="et-EE"/>
              </w:rPr>
              <w:t>0</w:t>
            </w:r>
            <w:r w:rsidR="00B017CD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B017CD">
              <w:rPr>
                <w:rFonts w:ascii="Times New Roman" w:hAnsi="Times New Roman"/>
                <w:lang w:val="et-EE"/>
              </w:rPr>
              <w:t>150</w:t>
            </w:r>
          </w:p>
          <w:p w14:paraId="0514A21F" w14:textId="599DBF84" w:rsidR="003C35F7" w:rsidRDefault="003C35F7" w:rsidP="003C35F7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04559E">
              <w:rPr>
                <w:rFonts w:ascii="Times New Roman" w:hAnsi="Times New Roman"/>
                <w:lang w:val="et-EE"/>
              </w:rPr>
              <w:t>113070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039C2D7F" w14:textId="12BE9815" w:rsidR="003C35F7" w:rsidRDefault="003C35F7" w:rsidP="003C35F7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29" w:tgtFrame="_blank" w:history="1">
              <w:r w:rsidR="003F7D2C" w:rsidRPr="003F7D2C">
                <w:rPr>
                  <w:rStyle w:val="Hyperlink"/>
                  <w:rFonts w:ascii="Times New Roman" w:hAnsi="Times New Roman"/>
                </w:rPr>
                <w:t>KV78603</w:t>
              </w:r>
            </w:hyperlink>
          </w:p>
          <w:p w14:paraId="198A1763" w14:textId="77777777" w:rsidR="003C35F7" w:rsidRPr="00F966B4" w:rsidRDefault="003C35F7" w:rsidP="003C35F7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1AFF7EC" w14:textId="27C83EB1" w:rsidR="003C35F7" w:rsidRPr="00F966B4" w:rsidRDefault="003C35F7" w:rsidP="003C35F7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</w:t>
            </w:r>
            <w:r w:rsidR="003F7D2C">
              <w:rPr>
                <w:rFonts w:ascii="Times New Roman" w:hAnsi="Times New Roman"/>
                <w:lang w:val="et-EE"/>
              </w:rPr>
              <w:t>9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7266D9B7" w14:textId="7AD37656" w:rsidR="00C370CD" w:rsidRDefault="003C35F7" w:rsidP="003C35F7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91488</w:t>
            </w:r>
            <w:r w:rsidR="00587211">
              <w:rPr>
                <w:rFonts w:ascii="Times New Roman" w:hAnsi="Times New Roman"/>
              </w:rPr>
              <w:t xml:space="preserve">2 </w:t>
            </w:r>
            <w:hyperlink r:id="rId30" w:history="1">
              <w:r w:rsidR="00667F45" w:rsidRPr="00B13601">
                <w:rPr>
                  <w:rStyle w:val="Hyperlink"/>
                  <w:rFonts w:ascii="Times New Roman" w:hAnsi="Times New Roman"/>
                </w:rPr>
                <w:t>https://pari.kataster.ee/magic-link/c65c0e71-f5ef-4b1e-a176-5341b4f23b60</w:t>
              </w:r>
            </w:hyperlink>
          </w:p>
          <w:p w14:paraId="0BC8F2DC" w14:textId="52FBA119" w:rsidR="00667F45" w:rsidRPr="000B2E35" w:rsidRDefault="00667F45" w:rsidP="003C35F7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B74D4B" w:rsidRPr="008E5621" w14:paraId="3E722BCD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75937B6D" w14:textId="3621827E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10.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35F3046D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46FD9EF1" w14:textId="6AE2B808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10.1.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AC7591F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CB2BE60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3E20A0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A7652FF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85AD54E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FB5F4E9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2819E36" w14:textId="77777777" w:rsidR="00B74D4B" w:rsidRDefault="00B74D4B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19F31FE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134DB5D8" w14:textId="30935DAE" w:rsidR="00B74D4B" w:rsidRDefault="00720856" w:rsidP="000A79DC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28</w:t>
            </w:r>
            <w:r w:rsidR="00B74D4B">
              <w:rPr>
                <w:rFonts w:ascii="Times New Roman" w:hAnsi="Times New Roman"/>
                <w:b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lang w:val="et-EE"/>
              </w:rPr>
              <w:t>Rapla-Märjamaa</w:t>
            </w:r>
            <w:r w:rsidR="00B74D4B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2745DE69" w14:textId="77777777" w:rsidR="00B74D4B" w:rsidRPr="008E5621" w:rsidRDefault="00B74D4B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B74D4B" w:rsidRPr="000B2E35" w14:paraId="45959BB9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3D072027" w14:textId="77777777" w:rsidR="00B74D4B" w:rsidRPr="000B2E35" w:rsidRDefault="00B74D4B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E748FF0" w14:textId="692E13EF" w:rsidR="00667F45" w:rsidRDefault="00667F45" w:rsidP="00667F4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50402:001:0</w:t>
            </w:r>
            <w:r w:rsidR="00D81A71">
              <w:rPr>
                <w:rFonts w:ascii="Times New Roman" w:hAnsi="Times New Roman"/>
                <w:lang w:val="et-EE"/>
              </w:rPr>
              <w:t>013</w:t>
            </w:r>
          </w:p>
          <w:p w14:paraId="38C2CF0B" w14:textId="33CC12DE" w:rsidR="00667F45" w:rsidRDefault="00667F45" w:rsidP="00667F4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113</w:t>
            </w:r>
            <w:r w:rsidR="00D81A71">
              <w:rPr>
                <w:rFonts w:ascii="Times New Roman" w:hAnsi="Times New Roman"/>
                <w:lang w:val="et-EE"/>
              </w:rPr>
              <w:t>126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248D9F35" w14:textId="6BD1A542" w:rsidR="00667F45" w:rsidRDefault="00667F45" w:rsidP="00667F45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>:</w:t>
            </w:r>
            <w:r w:rsidR="003652BC">
              <w:rPr>
                <w:rFonts w:ascii="Times New Roman" w:hAnsi="Times New Roman"/>
                <w:color w:val="000000" w:themeColor="text1"/>
                <w:lang w:val="et-EE"/>
              </w:rPr>
              <w:t xml:space="preserve"> </w:t>
            </w:r>
            <w:hyperlink r:id="rId31" w:tgtFrame="_blank" w:history="1">
              <w:r w:rsidR="003652BC" w:rsidRPr="003652BC">
                <w:rPr>
                  <w:rStyle w:val="Hyperlink"/>
                  <w:rFonts w:ascii="Times New Roman" w:hAnsi="Times New Roman"/>
                </w:rPr>
                <w:t>KV7323</w:t>
              </w:r>
            </w:hyperlink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 </w:t>
            </w:r>
          </w:p>
          <w:p w14:paraId="68216F4C" w14:textId="77777777" w:rsidR="00667F45" w:rsidRPr="00F966B4" w:rsidRDefault="00667F45" w:rsidP="00667F45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65B7958B" w14:textId="30FF1C84" w:rsidR="00667F45" w:rsidRPr="00F966B4" w:rsidRDefault="00667F45" w:rsidP="00667F45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POS 10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66442BE" w14:textId="34A219F6" w:rsidR="00B74D4B" w:rsidRDefault="00667F45" w:rsidP="00667F45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91488</w:t>
            </w:r>
            <w:r w:rsidR="006A1F05">
              <w:rPr>
                <w:rFonts w:ascii="Times New Roman" w:hAnsi="Times New Roman"/>
              </w:rPr>
              <w:t xml:space="preserve">4 </w:t>
            </w:r>
            <w:hyperlink r:id="rId32" w:history="1">
              <w:r w:rsidR="00251C42" w:rsidRPr="00B13601">
                <w:rPr>
                  <w:rStyle w:val="Hyperlink"/>
                  <w:rFonts w:ascii="Times New Roman" w:hAnsi="Times New Roman"/>
                </w:rPr>
                <w:t>https://pari.kataster.ee/magic-link/e01696fe-5fc3-456d-9839-69e8bd512e47</w:t>
              </w:r>
            </w:hyperlink>
          </w:p>
          <w:p w14:paraId="55695959" w14:textId="3D7769E1" w:rsidR="00251C42" w:rsidRPr="000B2E35" w:rsidRDefault="00251C42" w:rsidP="00667F4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2018E199" w14:textId="77777777" w:rsidR="00B74D4B" w:rsidRDefault="00B74D4B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B74D4B" w:rsidRPr="008E5621" w14:paraId="3E1C10BD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0B2DF39D" w14:textId="386F7B22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CE77897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70A3FA6" w14:textId="27D3A5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F38BAD1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63B2E6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1D30CA0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89845B2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4B682E5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8C8851A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A6FE4D" w14:textId="77777777" w:rsidR="00B74D4B" w:rsidRDefault="00B74D4B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476B13B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79C9645C" w14:textId="4646651D" w:rsidR="00B74D4B" w:rsidRPr="008E5621" w:rsidRDefault="00BE45AA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B74D4B" w:rsidRPr="000B2E35" w14:paraId="25BF56BE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5BAEB1D" w14:textId="77777777" w:rsidR="00B74D4B" w:rsidRPr="000B2E35" w:rsidRDefault="00B74D4B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9C8E19F" w14:textId="5A293621" w:rsidR="00251C42" w:rsidRDefault="00251C42" w:rsidP="00251C4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50402:001:00</w:t>
            </w:r>
            <w:r w:rsidR="00C85B17">
              <w:rPr>
                <w:rFonts w:ascii="Times New Roman" w:hAnsi="Times New Roman"/>
                <w:lang w:val="et-EE"/>
              </w:rPr>
              <w:t>01</w:t>
            </w:r>
          </w:p>
          <w:p w14:paraId="4A8458C4" w14:textId="701FA93C" w:rsidR="00251C42" w:rsidRDefault="00251C42" w:rsidP="00251C4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>
              <w:rPr>
                <w:rFonts w:ascii="Times New Roman" w:hAnsi="Times New Roman"/>
                <w:lang w:val="et-EE"/>
              </w:rPr>
              <w:t>1131</w:t>
            </w:r>
            <w:r w:rsidR="00C85B17">
              <w:rPr>
                <w:rFonts w:ascii="Times New Roman" w:hAnsi="Times New Roman"/>
                <w:lang w:val="et-EE"/>
              </w:rPr>
              <w:t>84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524E4665" w14:textId="4120F5B0" w:rsidR="00251C42" w:rsidRDefault="00251C42" w:rsidP="00251C42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33" w:tgtFrame="_blank" w:history="1">
              <w:r w:rsidR="00532921" w:rsidRPr="00532921">
                <w:rPr>
                  <w:rStyle w:val="Hyperlink"/>
                  <w:rFonts w:ascii="Times New Roman" w:hAnsi="Times New Roman"/>
                </w:rPr>
                <w:t>KV76450</w:t>
              </w:r>
            </w:hyperlink>
          </w:p>
          <w:p w14:paraId="1FEF7FD0" w14:textId="77777777" w:rsidR="00251C42" w:rsidRPr="00F966B4" w:rsidRDefault="00251C42" w:rsidP="00251C42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4207105A" w14:textId="79C5CFCB" w:rsidR="00251C42" w:rsidRPr="00F966B4" w:rsidRDefault="00251C42" w:rsidP="00251C42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POS 1</w:t>
            </w:r>
            <w:r w:rsidR="00AE238D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FA12FEB" w14:textId="3677D688" w:rsidR="00B74D4B" w:rsidRDefault="00251C42" w:rsidP="00251C42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91488</w:t>
            </w:r>
            <w:r w:rsidR="00532921">
              <w:rPr>
                <w:rFonts w:ascii="Times New Roman" w:hAnsi="Times New Roman"/>
              </w:rPr>
              <w:t xml:space="preserve">5 </w:t>
            </w:r>
            <w:hyperlink r:id="rId34" w:history="1">
              <w:r w:rsidR="003E1F15" w:rsidRPr="00B13601">
                <w:rPr>
                  <w:rStyle w:val="Hyperlink"/>
                  <w:rFonts w:ascii="Times New Roman" w:hAnsi="Times New Roman"/>
                </w:rPr>
                <w:t>https://pari.kataster.ee/magic-link/e0733278-7dbb-4ea7-93ee-eb62889163b8</w:t>
              </w:r>
            </w:hyperlink>
          </w:p>
          <w:p w14:paraId="7EDAAA2C" w14:textId="1CECBC9E" w:rsidR="003E1F15" w:rsidRPr="000B2E35" w:rsidRDefault="003E1F15" w:rsidP="00251C42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1EF6D652" w14:textId="086E5134" w:rsidR="00B74D4B" w:rsidRDefault="00B74D4B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51A06DE" w14:textId="77777777" w:rsidR="009B40DF" w:rsidRDefault="009B40DF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245CAB5" w14:textId="77777777" w:rsidR="009B40DF" w:rsidRDefault="009B40DF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B74D4B" w:rsidRPr="008E5621" w14:paraId="56D90EC6" w14:textId="77777777" w:rsidTr="000A79DC">
        <w:trPr>
          <w:trHeight w:val="312"/>
        </w:trPr>
        <w:tc>
          <w:tcPr>
            <w:tcW w:w="3090" w:type="dxa"/>
            <w:vMerge w:val="restart"/>
          </w:tcPr>
          <w:p w14:paraId="569E8543" w14:textId="6A7E5898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</w:t>
            </w:r>
            <w:r w:rsidR="009B40DF"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1A6B527A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247E4D2" w14:textId="0C19AD11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</w:t>
            </w:r>
            <w:r w:rsidR="009B40DF"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B21FF3E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249B4C8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0A92C89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1E2902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1181622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415E4A7" w14:textId="77777777" w:rsidR="00B74D4B" w:rsidRDefault="00B74D4B" w:rsidP="000A79DC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6F1AD64" w14:textId="77777777" w:rsidR="00B74D4B" w:rsidRDefault="00B74D4B" w:rsidP="000A79DC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0959D2F" w14:textId="77777777" w:rsidR="00B74D4B" w:rsidRPr="008342C4" w:rsidRDefault="00B74D4B" w:rsidP="000A79DC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33BF8EE1" w14:textId="0495CBAA" w:rsidR="00B74D4B" w:rsidRPr="008E5621" w:rsidRDefault="00BE45AA" w:rsidP="000A79DC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4 Tallinn-Pärnu-Ikla tee</w:t>
            </w:r>
            <w:r w:rsidRPr="008E562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B74D4B" w:rsidRPr="000B2E35" w14:paraId="7AA6EE5F" w14:textId="77777777" w:rsidTr="000A79DC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6018B53E" w14:textId="77777777" w:rsidR="00B74D4B" w:rsidRPr="000B2E35" w:rsidRDefault="00B74D4B" w:rsidP="000A79DC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A0906F8" w14:textId="70D4907A" w:rsidR="00987E89" w:rsidRDefault="00987E89" w:rsidP="00987E8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>
              <w:t xml:space="preserve"> </w:t>
            </w:r>
            <w:r>
              <w:rPr>
                <w:rFonts w:ascii="Times New Roman" w:hAnsi="Times New Roman"/>
                <w:lang w:val="et-EE"/>
              </w:rPr>
              <w:t>50</w:t>
            </w:r>
            <w:r w:rsidR="002157AF">
              <w:rPr>
                <w:rFonts w:ascii="Times New Roman" w:hAnsi="Times New Roman"/>
                <w:lang w:val="et-EE"/>
              </w:rPr>
              <w:t>201</w:t>
            </w:r>
            <w:r>
              <w:rPr>
                <w:rFonts w:ascii="Times New Roman" w:hAnsi="Times New Roman"/>
                <w:lang w:val="et-EE"/>
              </w:rPr>
              <w:t>:001:0</w:t>
            </w:r>
            <w:r w:rsidR="002157AF">
              <w:rPr>
                <w:rFonts w:ascii="Times New Roman" w:hAnsi="Times New Roman"/>
                <w:lang w:val="et-EE"/>
              </w:rPr>
              <w:t>893</w:t>
            </w:r>
          </w:p>
          <w:p w14:paraId="275D4005" w14:textId="7DC9CF44" w:rsidR="00987E89" w:rsidRDefault="00987E89" w:rsidP="00987E89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Pr="00201752">
              <w:rPr>
                <w:rFonts w:ascii="Times New Roman" w:hAnsi="Times New Roman"/>
                <w:lang w:val="et-EE"/>
              </w:rPr>
              <w:tab/>
            </w:r>
            <w:r w:rsidR="002157AF">
              <w:rPr>
                <w:rFonts w:ascii="Times New Roman" w:hAnsi="Times New Roman"/>
                <w:lang w:val="et-EE"/>
              </w:rPr>
              <w:t>2588</w:t>
            </w:r>
            <w:r w:rsidR="00A00C47">
              <w:rPr>
                <w:rFonts w:ascii="Times New Roman" w:hAnsi="Times New Roman"/>
                <w:lang w:val="et-EE"/>
              </w:rPr>
              <w:t>92</w:t>
            </w:r>
            <w:r>
              <w:rPr>
                <w:rFonts w:ascii="Times New Roman" w:hAnsi="Times New Roman"/>
                <w:lang w:val="et-EE"/>
              </w:rPr>
              <w:t>50</w:t>
            </w:r>
          </w:p>
          <w:p w14:paraId="3F6DD72F" w14:textId="49BF3EFD" w:rsidR="00987E89" w:rsidRDefault="00987E89" w:rsidP="00987E89">
            <w:pPr>
              <w:rPr>
                <w:rFonts w:ascii="Times New Roman" w:hAnsi="Times New Roman"/>
                <w:color w:val="000000" w:themeColor="text1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Riigi kinnisvararegistri objekti kood</w:t>
            </w:r>
            <w:r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hyperlink r:id="rId35" w:tgtFrame="_blank" w:history="1">
              <w:r w:rsidR="00740344" w:rsidRPr="00740344">
                <w:rPr>
                  <w:rStyle w:val="Hyperlink"/>
                  <w:rFonts w:ascii="Times New Roman" w:hAnsi="Times New Roman"/>
                </w:rPr>
                <w:t>KV116934</w:t>
              </w:r>
            </w:hyperlink>
          </w:p>
          <w:p w14:paraId="73E4F7F8" w14:textId="77777777" w:rsidR="00987E89" w:rsidRPr="00F966B4" w:rsidRDefault="00987E89" w:rsidP="00987E89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3209D364" w14:textId="46FBDD37" w:rsidR="00987E89" w:rsidRPr="00F966B4" w:rsidRDefault="00987E89" w:rsidP="00987E89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POS 1</w:t>
            </w:r>
            <w:r w:rsidR="00740344">
              <w:rPr>
                <w:rFonts w:ascii="Times New Roman" w:hAnsi="Times New Roman"/>
                <w:lang w:val="et-EE"/>
              </w:rPr>
              <w:t>2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7E352935" w14:textId="05611226" w:rsidR="00B74D4B" w:rsidRDefault="00987E89" w:rsidP="00987E89">
            <w:pPr>
              <w:rPr>
                <w:rFonts w:ascii="Times New Roman" w:hAnsi="Times New Roman"/>
              </w:rPr>
            </w:pPr>
            <w:r w:rsidRPr="00EA665A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Pr="00EA665A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</w:rPr>
              <w:t>91488</w:t>
            </w:r>
            <w:r w:rsidR="00740344">
              <w:rPr>
                <w:rFonts w:ascii="Times New Roman" w:hAnsi="Times New Roman"/>
              </w:rPr>
              <w:t xml:space="preserve">6 </w:t>
            </w:r>
            <w:hyperlink r:id="rId36" w:history="1">
              <w:r w:rsidR="00A4450A" w:rsidRPr="00B13601">
                <w:rPr>
                  <w:rStyle w:val="Hyperlink"/>
                  <w:rFonts w:ascii="Times New Roman" w:hAnsi="Times New Roman"/>
                </w:rPr>
                <w:t>https://pari.kataster.ee/magic-link/1b1e7bea-bd32-4bde-a509-93f643450907</w:t>
              </w:r>
            </w:hyperlink>
          </w:p>
          <w:p w14:paraId="2EEDFA45" w14:textId="47A1CF17" w:rsidR="00A4450A" w:rsidRPr="000B2E35" w:rsidRDefault="00A4450A" w:rsidP="00987E8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1F3BDD1E" w14:textId="77777777" w:rsidR="00B74D4B" w:rsidRPr="007127AD" w:rsidRDefault="00B74D4B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C524329" w14:textId="77777777" w:rsidR="00036BF3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</w:t>
      </w:r>
      <w:r w:rsidR="00036BF3">
        <w:rPr>
          <w:rFonts w:ascii="Times New Roman" w:eastAsia="Calibri" w:hAnsi="Times New Roman"/>
          <w:sz w:val="22"/>
          <w:szCs w:val="22"/>
          <w:lang w:val="et-EE"/>
        </w:rPr>
        <w:t>,</w:t>
      </w: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25753A21" w14:textId="77777777" w:rsidR="00036BF3" w:rsidRDefault="00036BF3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E74600" w:rsidR="00963490" w:rsidRDefault="00C712E9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803A" w14:textId="77777777" w:rsidR="006A6822" w:rsidRDefault="006A6822">
      <w:r>
        <w:separator/>
      </w:r>
    </w:p>
  </w:endnote>
  <w:endnote w:type="continuationSeparator" w:id="0">
    <w:p w14:paraId="6BDB6FD9" w14:textId="77777777" w:rsidR="006A6822" w:rsidRDefault="006A6822">
      <w:r>
        <w:continuationSeparator/>
      </w:r>
    </w:p>
  </w:endnote>
  <w:endnote w:type="continuationNotice" w:id="1">
    <w:p w14:paraId="38937CA4" w14:textId="77777777" w:rsidR="006A6822" w:rsidRDefault="006A6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35CA" w14:textId="77777777" w:rsidR="006A6822" w:rsidRDefault="006A6822">
      <w:r>
        <w:separator/>
      </w:r>
    </w:p>
  </w:footnote>
  <w:footnote w:type="continuationSeparator" w:id="0">
    <w:p w14:paraId="235EE971" w14:textId="77777777" w:rsidR="006A6822" w:rsidRDefault="006A6822">
      <w:r>
        <w:continuationSeparator/>
      </w:r>
    </w:p>
  </w:footnote>
  <w:footnote w:type="continuationNotice" w:id="1">
    <w:p w14:paraId="0E4C003D" w14:textId="77777777" w:rsidR="006A6822" w:rsidRDefault="006A6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6AB0"/>
    <w:rsid w:val="00007799"/>
    <w:rsid w:val="00020A36"/>
    <w:rsid w:val="00022762"/>
    <w:rsid w:val="00036BF3"/>
    <w:rsid w:val="00037029"/>
    <w:rsid w:val="0004559E"/>
    <w:rsid w:val="00046344"/>
    <w:rsid w:val="000505BA"/>
    <w:rsid w:val="000646A2"/>
    <w:rsid w:val="00065E01"/>
    <w:rsid w:val="00067C19"/>
    <w:rsid w:val="0008609B"/>
    <w:rsid w:val="000908D5"/>
    <w:rsid w:val="0009152A"/>
    <w:rsid w:val="00091F39"/>
    <w:rsid w:val="000B1F81"/>
    <w:rsid w:val="000B417F"/>
    <w:rsid w:val="000B4850"/>
    <w:rsid w:val="000B57BA"/>
    <w:rsid w:val="000D48A3"/>
    <w:rsid w:val="000F3E27"/>
    <w:rsid w:val="00102890"/>
    <w:rsid w:val="00103444"/>
    <w:rsid w:val="00111A7D"/>
    <w:rsid w:val="0011775B"/>
    <w:rsid w:val="0013797F"/>
    <w:rsid w:val="00146F8F"/>
    <w:rsid w:val="00155451"/>
    <w:rsid w:val="00162108"/>
    <w:rsid w:val="001719C9"/>
    <w:rsid w:val="00173A13"/>
    <w:rsid w:val="001747DB"/>
    <w:rsid w:val="00176B5D"/>
    <w:rsid w:val="00177D2D"/>
    <w:rsid w:val="001871B2"/>
    <w:rsid w:val="0019253D"/>
    <w:rsid w:val="00194EE7"/>
    <w:rsid w:val="001A53CB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157AF"/>
    <w:rsid w:val="00225172"/>
    <w:rsid w:val="00227AA8"/>
    <w:rsid w:val="00227EE8"/>
    <w:rsid w:val="0023452B"/>
    <w:rsid w:val="002401E8"/>
    <w:rsid w:val="00240960"/>
    <w:rsid w:val="0024234A"/>
    <w:rsid w:val="00251C42"/>
    <w:rsid w:val="00251CB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5D1"/>
    <w:rsid w:val="002D4D27"/>
    <w:rsid w:val="002D6251"/>
    <w:rsid w:val="002E0EF7"/>
    <w:rsid w:val="002E344F"/>
    <w:rsid w:val="002F07BC"/>
    <w:rsid w:val="002F17E4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44E3"/>
    <w:rsid w:val="00335CBC"/>
    <w:rsid w:val="00340908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2BC"/>
    <w:rsid w:val="00365F2B"/>
    <w:rsid w:val="00381AE8"/>
    <w:rsid w:val="00382D66"/>
    <w:rsid w:val="0038757D"/>
    <w:rsid w:val="003A0ECE"/>
    <w:rsid w:val="003B5885"/>
    <w:rsid w:val="003B6B48"/>
    <w:rsid w:val="003B6F35"/>
    <w:rsid w:val="003C0430"/>
    <w:rsid w:val="003C107F"/>
    <w:rsid w:val="003C35F7"/>
    <w:rsid w:val="003D63FD"/>
    <w:rsid w:val="003D782C"/>
    <w:rsid w:val="003E1F15"/>
    <w:rsid w:val="003F5996"/>
    <w:rsid w:val="003F7D2C"/>
    <w:rsid w:val="00402D9D"/>
    <w:rsid w:val="00410F15"/>
    <w:rsid w:val="00411223"/>
    <w:rsid w:val="00414466"/>
    <w:rsid w:val="004170C1"/>
    <w:rsid w:val="00430FA1"/>
    <w:rsid w:val="00431FB9"/>
    <w:rsid w:val="00432C17"/>
    <w:rsid w:val="00436661"/>
    <w:rsid w:val="004373FA"/>
    <w:rsid w:val="004516A1"/>
    <w:rsid w:val="00452971"/>
    <w:rsid w:val="00455E74"/>
    <w:rsid w:val="00470107"/>
    <w:rsid w:val="00477D3F"/>
    <w:rsid w:val="00491AD7"/>
    <w:rsid w:val="0049396A"/>
    <w:rsid w:val="004A7576"/>
    <w:rsid w:val="004C1993"/>
    <w:rsid w:val="004C519D"/>
    <w:rsid w:val="004C5E94"/>
    <w:rsid w:val="004D1D70"/>
    <w:rsid w:val="004E5DD5"/>
    <w:rsid w:val="0050379B"/>
    <w:rsid w:val="00532921"/>
    <w:rsid w:val="00532D2F"/>
    <w:rsid w:val="0053349E"/>
    <w:rsid w:val="00541641"/>
    <w:rsid w:val="005525F7"/>
    <w:rsid w:val="005623AF"/>
    <w:rsid w:val="00566CB9"/>
    <w:rsid w:val="005755DF"/>
    <w:rsid w:val="00581E38"/>
    <w:rsid w:val="00582590"/>
    <w:rsid w:val="00584333"/>
    <w:rsid w:val="00585B08"/>
    <w:rsid w:val="00587211"/>
    <w:rsid w:val="0059529B"/>
    <w:rsid w:val="005A217D"/>
    <w:rsid w:val="005A710F"/>
    <w:rsid w:val="005B1449"/>
    <w:rsid w:val="005B1C18"/>
    <w:rsid w:val="005C1966"/>
    <w:rsid w:val="005C24D9"/>
    <w:rsid w:val="005C2D13"/>
    <w:rsid w:val="005C3D4A"/>
    <w:rsid w:val="005C4230"/>
    <w:rsid w:val="005C6BEF"/>
    <w:rsid w:val="005D1655"/>
    <w:rsid w:val="005E3618"/>
    <w:rsid w:val="005F4B87"/>
    <w:rsid w:val="00605B27"/>
    <w:rsid w:val="006135BE"/>
    <w:rsid w:val="00615EB0"/>
    <w:rsid w:val="00625192"/>
    <w:rsid w:val="0062642C"/>
    <w:rsid w:val="00627953"/>
    <w:rsid w:val="0063780B"/>
    <w:rsid w:val="00641E1F"/>
    <w:rsid w:val="00642088"/>
    <w:rsid w:val="00643BDB"/>
    <w:rsid w:val="0064619A"/>
    <w:rsid w:val="006466E4"/>
    <w:rsid w:val="00653BFB"/>
    <w:rsid w:val="00653C57"/>
    <w:rsid w:val="00657B6F"/>
    <w:rsid w:val="0066463C"/>
    <w:rsid w:val="00667F45"/>
    <w:rsid w:val="006736DE"/>
    <w:rsid w:val="00675C5F"/>
    <w:rsid w:val="00675C6D"/>
    <w:rsid w:val="00687027"/>
    <w:rsid w:val="00693871"/>
    <w:rsid w:val="006A1F05"/>
    <w:rsid w:val="006A27A9"/>
    <w:rsid w:val="006A6822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0AE7"/>
    <w:rsid w:val="007127AD"/>
    <w:rsid w:val="00720856"/>
    <w:rsid w:val="007226A0"/>
    <w:rsid w:val="007341D1"/>
    <w:rsid w:val="00734B0C"/>
    <w:rsid w:val="00740344"/>
    <w:rsid w:val="00754EAC"/>
    <w:rsid w:val="00754F94"/>
    <w:rsid w:val="00755DE3"/>
    <w:rsid w:val="00757CE6"/>
    <w:rsid w:val="0076145D"/>
    <w:rsid w:val="00762288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A1D69"/>
    <w:rsid w:val="007B26A1"/>
    <w:rsid w:val="007C6F7A"/>
    <w:rsid w:val="007E7FBC"/>
    <w:rsid w:val="007F2810"/>
    <w:rsid w:val="007F5D8E"/>
    <w:rsid w:val="0080558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A6F55"/>
    <w:rsid w:val="008B0AB4"/>
    <w:rsid w:val="008C4DA3"/>
    <w:rsid w:val="008C5B01"/>
    <w:rsid w:val="008D2D2A"/>
    <w:rsid w:val="008D3667"/>
    <w:rsid w:val="008D74B5"/>
    <w:rsid w:val="008F2A05"/>
    <w:rsid w:val="008F47F1"/>
    <w:rsid w:val="00901C1A"/>
    <w:rsid w:val="0091258F"/>
    <w:rsid w:val="00912BDF"/>
    <w:rsid w:val="00924ED0"/>
    <w:rsid w:val="009303BE"/>
    <w:rsid w:val="00930BE5"/>
    <w:rsid w:val="00933269"/>
    <w:rsid w:val="009408B3"/>
    <w:rsid w:val="0094347A"/>
    <w:rsid w:val="00950164"/>
    <w:rsid w:val="00953D1F"/>
    <w:rsid w:val="00962A66"/>
    <w:rsid w:val="00963440"/>
    <w:rsid w:val="00963490"/>
    <w:rsid w:val="00964593"/>
    <w:rsid w:val="00987E89"/>
    <w:rsid w:val="00992B14"/>
    <w:rsid w:val="009A0457"/>
    <w:rsid w:val="009A13C1"/>
    <w:rsid w:val="009A6455"/>
    <w:rsid w:val="009B2A88"/>
    <w:rsid w:val="009B40DF"/>
    <w:rsid w:val="009C3F02"/>
    <w:rsid w:val="009D38F3"/>
    <w:rsid w:val="009D6ED0"/>
    <w:rsid w:val="009E181A"/>
    <w:rsid w:val="00A00C47"/>
    <w:rsid w:val="00A07ACE"/>
    <w:rsid w:val="00A1248E"/>
    <w:rsid w:val="00A17E2A"/>
    <w:rsid w:val="00A2046F"/>
    <w:rsid w:val="00A20B1D"/>
    <w:rsid w:val="00A27416"/>
    <w:rsid w:val="00A33A60"/>
    <w:rsid w:val="00A43A3D"/>
    <w:rsid w:val="00A4450A"/>
    <w:rsid w:val="00A565AC"/>
    <w:rsid w:val="00A574DF"/>
    <w:rsid w:val="00A649D1"/>
    <w:rsid w:val="00A65739"/>
    <w:rsid w:val="00A67711"/>
    <w:rsid w:val="00A8345B"/>
    <w:rsid w:val="00A837AB"/>
    <w:rsid w:val="00A8673B"/>
    <w:rsid w:val="00A96312"/>
    <w:rsid w:val="00AB1DEF"/>
    <w:rsid w:val="00AB1E1D"/>
    <w:rsid w:val="00AE1639"/>
    <w:rsid w:val="00AE238D"/>
    <w:rsid w:val="00AE6B50"/>
    <w:rsid w:val="00AF07A8"/>
    <w:rsid w:val="00AF0CF6"/>
    <w:rsid w:val="00AF5AFC"/>
    <w:rsid w:val="00AF6389"/>
    <w:rsid w:val="00B003A7"/>
    <w:rsid w:val="00B0111F"/>
    <w:rsid w:val="00B017CD"/>
    <w:rsid w:val="00B05AE2"/>
    <w:rsid w:val="00B33B98"/>
    <w:rsid w:val="00B4021D"/>
    <w:rsid w:val="00B428E8"/>
    <w:rsid w:val="00B46B8F"/>
    <w:rsid w:val="00B4712E"/>
    <w:rsid w:val="00B61872"/>
    <w:rsid w:val="00B709C2"/>
    <w:rsid w:val="00B72E9F"/>
    <w:rsid w:val="00B74D4B"/>
    <w:rsid w:val="00B845CE"/>
    <w:rsid w:val="00B872F4"/>
    <w:rsid w:val="00B91B48"/>
    <w:rsid w:val="00BA3B23"/>
    <w:rsid w:val="00BA66A4"/>
    <w:rsid w:val="00BA75D5"/>
    <w:rsid w:val="00BB7AD2"/>
    <w:rsid w:val="00BC0F91"/>
    <w:rsid w:val="00BD14A4"/>
    <w:rsid w:val="00BE45AA"/>
    <w:rsid w:val="00BF0E4C"/>
    <w:rsid w:val="00BF4038"/>
    <w:rsid w:val="00C0020C"/>
    <w:rsid w:val="00C01046"/>
    <w:rsid w:val="00C02D56"/>
    <w:rsid w:val="00C12E95"/>
    <w:rsid w:val="00C14ACD"/>
    <w:rsid w:val="00C22BBE"/>
    <w:rsid w:val="00C24E52"/>
    <w:rsid w:val="00C26AB8"/>
    <w:rsid w:val="00C26BE7"/>
    <w:rsid w:val="00C34030"/>
    <w:rsid w:val="00C36E8C"/>
    <w:rsid w:val="00C370CD"/>
    <w:rsid w:val="00C473E5"/>
    <w:rsid w:val="00C526F5"/>
    <w:rsid w:val="00C53640"/>
    <w:rsid w:val="00C564AB"/>
    <w:rsid w:val="00C712AC"/>
    <w:rsid w:val="00C712E9"/>
    <w:rsid w:val="00C775C8"/>
    <w:rsid w:val="00C85B17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D2494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350E3"/>
    <w:rsid w:val="00D4181C"/>
    <w:rsid w:val="00D4327F"/>
    <w:rsid w:val="00D43382"/>
    <w:rsid w:val="00D4458D"/>
    <w:rsid w:val="00D52A56"/>
    <w:rsid w:val="00D56E9B"/>
    <w:rsid w:val="00D72CD7"/>
    <w:rsid w:val="00D76435"/>
    <w:rsid w:val="00D7775D"/>
    <w:rsid w:val="00D77FE1"/>
    <w:rsid w:val="00D8006E"/>
    <w:rsid w:val="00D81A71"/>
    <w:rsid w:val="00D879EE"/>
    <w:rsid w:val="00D902BD"/>
    <w:rsid w:val="00DA0586"/>
    <w:rsid w:val="00DA4FD5"/>
    <w:rsid w:val="00DA7CDA"/>
    <w:rsid w:val="00DB14F4"/>
    <w:rsid w:val="00DB17D9"/>
    <w:rsid w:val="00DB5A51"/>
    <w:rsid w:val="00DB742D"/>
    <w:rsid w:val="00DC15B9"/>
    <w:rsid w:val="00DC25F8"/>
    <w:rsid w:val="00DC27F1"/>
    <w:rsid w:val="00DC4966"/>
    <w:rsid w:val="00DD1708"/>
    <w:rsid w:val="00DD4DD6"/>
    <w:rsid w:val="00DF0058"/>
    <w:rsid w:val="00DF283A"/>
    <w:rsid w:val="00DF2D6D"/>
    <w:rsid w:val="00DF3E13"/>
    <w:rsid w:val="00E012B8"/>
    <w:rsid w:val="00E0231B"/>
    <w:rsid w:val="00E034F5"/>
    <w:rsid w:val="00E04976"/>
    <w:rsid w:val="00E04B78"/>
    <w:rsid w:val="00E12D42"/>
    <w:rsid w:val="00E2366F"/>
    <w:rsid w:val="00E23C4F"/>
    <w:rsid w:val="00E27A09"/>
    <w:rsid w:val="00E35D89"/>
    <w:rsid w:val="00E366A1"/>
    <w:rsid w:val="00E3783E"/>
    <w:rsid w:val="00E42373"/>
    <w:rsid w:val="00E43B45"/>
    <w:rsid w:val="00E47970"/>
    <w:rsid w:val="00E5525E"/>
    <w:rsid w:val="00E61ADD"/>
    <w:rsid w:val="00E6200E"/>
    <w:rsid w:val="00E9115C"/>
    <w:rsid w:val="00E95ED1"/>
    <w:rsid w:val="00EB2D3D"/>
    <w:rsid w:val="00EB5167"/>
    <w:rsid w:val="00EB79F8"/>
    <w:rsid w:val="00EB7E1A"/>
    <w:rsid w:val="00EC15EB"/>
    <w:rsid w:val="00EC1795"/>
    <w:rsid w:val="00EC6F44"/>
    <w:rsid w:val="00ED26F8"/>
    <w:rsid w:val="00ED393F"/>
    <w:rsid w:val="00EE1352"/>
    <w:rsid w:val="00EF0689"/>
    <w:rsid w:val="00EF56E3"/>
    <w:rsid w:val="00F05A6A"/>
    <w:rsid w:val="00F23CB1"/>
    <w:rsid w:val="00F30F4E"/>
    <w:rsid w:val="00F36373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07EA"/>
    <w:rsid w:val="00F84A7C"/>
    <w:rsid w:val="00F8649D"/>
    <w:rsid w:val="00F87519"/>
    <w:rsid w:val="00F949DC"/>
    <w:rsid w:val="00F94E63"/>
    <w:rsid w:val="00F9746F"/>
    <w:rsid w:val="00FA0448"/>
    <w:rsid w:val="00FA13F3"/>
    <w:rsid w:val="00FA395B"/>
    <w:rsid w:val="00FA4C83"/>
    <w:rsid w:val="00FB0C46"/>
    <w:rsid w:val="00FB2E10"/>
    <w:rsid w:val="00FB31D7"/>
    <w:rsid w:val="00FC0064"/>
    <w:rsid w:val="00FD1C24"/>
    <w:rsid w:val="00FD2413"/>
    <w:rsid w:val="00FD4C31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iigivara.fin.ee/rkvr-frontend/varad/13036821" TargetMode="External"/><Relationship Id="rId18" Type="http://schemas.openxmlformats.org/officeDocument/2006/relationships/hyperlink" Target="https://pari.kataster.ee/magic-link/939f9bdc-b38e-4871-8059-a5c7ca53dc21" TargetMode="External"/><Relationship Id="rId26" Type="http://schemas.openxmlformats.org/officeDocument/2006/relationships/hyperlink" Target="https://pari.kataster.ee/magic-link/0c2a8004-e48c-4541-8a76-c5920a35308b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riigivara.fin.ee/rkvr-frontend/varad/13572325" TargetMode="External"/><Relationship Id="rId34" Type="http://schemas.openxmlformats.org/officeDocument/2006/relationships/hyperlink" Target="https://pari.kataster.ee/magic-link/e0733278-7dbb-4ea7-93ee-eb62889163b8" TargetMode="External"/><Relationship Id="rId42" Type="http://schemas.openxmlformats.org/officeDocument/2006/relationships/footer" Target="foot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2d946326-a371-4791-a632-b42879a10c92" TargetMode="External"/><Relationship Id="rId20" Type="http://schemas.openxmlformats.org/officeDocument/2006/relationships/hyperlink" Target="https://pari.kataster.ee/magic-link/566b0994-783c-45bf-a25f-f96080d99737" TargetMode="External"/><Relationship Id="rId29" Type="http://schemas.openxmlformats.org/officeDocument/2006/relationships/hyperlink" Target="https://riigivara.fin.ee/rkvr-frontend/varad/12398864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hyperlink" Target="https://pari.kataster.ee/magic-link/32bac8e4-1dc1-4fae-bf0c-ff754155a78a" TargetMode="External"/><Relationship Id="rId32" Type="http://schemas.openxmlformats.org/officeDocument/2006/relationships/hyperlink" Target="https://pari.kataster.ee/magic-link/e01696fe-5fc3-456d-9839-69e8bd512e47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riigivara.fin.ee/rkvr-frontend/varad/12315493" TargetMode="External"/><Relationship Id="rId23" Type="http://schemas.openxmlformats.org/officeDocument/2006/relationships/hyperlink" Target="https://riigivara.fin.ee/rkvr-frontend/varad/13552543" TargetMode="External"/><Relationship Id="rId28" Type="http://schemas.openxmlformats.org/officeDocument/2006/relationships/hyperlink" Target="https://pari.kataster.ee/magic-link/ceacb6cb-6cea-4160-b404-14429e2b4575" TargetMode="External"/><Relationship Id="rId36" Type="http://schemas.openxmlformats.org/officeDocument/2006/relationships/hyperlink" Target="https://pari.kataster.ee/magic-link/1b1e7bea-bd32-4bde-a509-93f64345090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riigivara.fin.ee/rkvr-frontend/varad/13572283" TargetMode="External"/><Relationship Id="rId31" Type="http://schemas.openxmlformats.org/officeDocument/2006/relationships/hyperlink" Target="https://riigivara.fin.ee/rkvr-frontend/varad/28205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03a69c75-1737-42ba-a714-d5b4444f6fcd" TargetMode="External"/><Relationship Id="rId22" Type="http://schemas.openxmlformats.org/officeDocument/2006/relationships/hyperlink" Target="https://pari.kataster.ee/magic-link/a65878d8-3dd3-4230-b27f-64480d0ab003" TargetMode="External"/><Relationship Id="rId27" Type="http://schemas.openxmlformats.org/officeDocument/2006/relationships/hyperlink" Target="https://riigivara.fin.ee/rkvr-frontend/varad/13476163" TargetMode="External"/><Relationship Id="rId30" Type="http://schemas.openxmlformats.org/officeDocument/2006/relationships/hyperlink" Target="https://pari.kataster.ee/magic-link/c65c0e71-f5ef-4b1e-a176-5341b4f23b60" TargetMode="External"/><Relationship Id="rId35" Type="http://schemas.openxmlformats.org/officeDocument/2006/relationships/hyperlink" Target="https://riigivara.fin.ee/rkvr-frontend/varad/13572363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hyperlink" Target="https://riigivara.fin.ee/rkvr-frontend/varad/13572323" TargetMode="External"/><Relationship Id="rId25" Type="http://schemas.openxmlformats.org/officeDocument/2006/relationships/hyperlink" Target="https://riigivara.fin.ee/rkvr-frontend/varad/13524723" TargetMode="External"/><Relationship Id="rId33" Type="http://schemas.openxmlformats.org/officeDocument/2006/relationships/hyperlink" Target="https://riigivara.fin.ee/rkvr-frontend/varad/12315493" TargetMode="External"/><Relationship Id="rId38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12</TotalTime>
  <Pages>5</Pages>
  <Words>511</Words>
  <Characters>7463</Characters>
  <Application>Microsoft Office Word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8</cp:revision>
  <cp:lastPrinted>2025-04-15T10:05:00Z</cp:lastPrinted>
  <dcterms:created xsi:type="dcterms:W3CDTF">2025-09-04T12:00:00Z</dcterms:created>
  <dcterms:modified xsi:type="dcterms:W3CDTF">2025-09-04T12:11:00Z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